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1A71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7A983784" w14:textId="77777777" w:rsidR="009D18CC" w:rsidRPr="001E654A" w:rsidRDefault="009D18CC" w:rsidP="008031B2">
      <w:pPr>
        <w:pStyle w:val="Heading3"/>
        <w:rPr>
          <w:sz w:val="24"/>
          <w:szCs w:val="24"/>
        </w:rPr>
      </w:pPr>
      <w:r w:rsidRPr="001E654A">
        <w:rPr>
          <w:sz w:val="24"/>
          <w:szCs w:val="24"/>
        </w:rPr>
        <w:t>Credit 21</w:t>
      </w:r>
    </w:p>
    <w:p w14:paraId="4EAD48CD" w14:textId="392DB162" w:rsidR="005C34D2" w:rsidRPr="001E654A" w:rsidRDefault="005C34D2" w:rsidP="008031B2">
      <w:pPr>
        <w:pStyle w:val="Heading3"/>
        <w:rPr>
          <w:sz w:val="24"/>
          <w:szCs w:val="24"/>
        </w:rPr>
      </w:pPr>
      <w:bookmarkStart w:id="0" w:name="h.d27jtfsfquok"/>
      <w:bookmarkEnd w:id="0"/>
      <w:r w:rsidRPr="001E654A">
        <w:rPr>
          <w:sz w:val="24"/>
          <w:szCs w:val="24"/>
        </w:rPr>
        <w:t>Design Review Submission</w:t>
      </w:r>
      <w:r w:rsidRPr="001E654A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Content>
          <w:sdt>
            <w:sdtPr>
              <w:rPr>
                <w:sz w:val="24"/>
                <w:szCs w:val="24"/>
              </w:rPr>
              <w:id w:val="-1779568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90B78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ab/>
        <w:t>As Built Submission</w:t>
      </w:r>
      <w:r w:rsidRPr="001E654A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Content>
          <w:sdt>
            <w:sdtPr>
              <w:rPr>
                <w:sz w:val="24"/>
                <w:szCs w:val="24"/>
              </w:rPr>
              <w:id w:val="11796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74C76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802"/>
        <w:gridCol w:w="1701"/>
        <w:gridCol w:w="3827"/>
        <w:gridCol w:w="992"/>
      </w:tblGrid>
      <w:tr w:rsidR="005C34D2" w:rsidRPr="001E654A" w14:paraId="417C8912" w14:textId="77777777" w:rsidTr="0016143D">
        <w:tc>
          <w:tcPr>
            <w:tcW w:w="2802" w:type="dxa"/>
          </w:tcPr>
          <w:p w14:paraId="68CEAD1F" w14:textId="77777777" w:rsidR="005C34D2" w:rsidRPr="001E654A" w:rsidRDefault="005C34D2" w:rsidP="008031B2">
            <w:pPr>
              <w:pStyle w:val="Heading3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701" w:type="dxa"/>
            <w:vAlign w:val="center"/>
          </w:tcPr>
          <w:p w14:paraId="5BD4777F" w14:textId="77777777" w:rsidR="005C34D2" w:rsidRPr="001E654A" w:rsidRDefault="0075199D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vAlign w:val="center"/>
          </w:tcPr>
          <w:p w14:paraId="00F918EF" w14:textId="77777777" w:rsidR="005C34D2" w:rsidRPr="001E654A" w:rsidRDefault="005C34D2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  <w:vAlign w:val="center"/>
          </w:tcPr>
          <w:p w14:paraId="6F3E3B79" w14:textId="77777777" w:rsidR="005C34D2" w:rsidRPr="001E654A" w:rsidRDefault="00F039EE" w:rsidP="0016143D">
            <w:pPr>
              <w:pStyle w:val="Bluetext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[</w:t>
            </w:r>
            <w:r w:rsidR="005C34D2" w:rsidRPr="001E654A">
              <w:rPr>
                <w:sz w:val="24"/>
                <w:szCs w:val="24"/>
              </w:rPr>
              <w:t>#</w:t>
            </w:r>
            <w:r w:rsidRPr="001E654A">
              <w:rPr>
                <w:sz w:val="24"/>
                <w:szCs w:val="24"/>
              </w:rPr>
              <w:t>]</w:t>
            </w:r>
          </w:p>
        </w:tc>
      </w:tr>
    </w:tbl>
    <w:p w14:paraId="61A33D2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2A6A00E3" w14:textId="77777777" w:rsidTr="008031B2">
        <w:tc>
          <w:tcPr>
            <w:tcW w:w="328" w:type="pct"/>
          </w:tcPr>
          <w:p w14:paraId="4E6DAAD4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03F608E" w14:textId="59008115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070" w:type="pct"/>
          </w:tcPr>
          <w:p w14:paraId="7A6803BF" w14:textId="77777777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0364A04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4664F72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B229874" w14:textId="77777777" w:rsidTr="0016143D">
        <w:tc>
          <w:tcPr>
            <w:tcW w:w="328" w:type="pct"/>
          </w:tcPr>
          <w:p w14:paraId="3FB0D204" w14:textId="77777777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7D75BD37" w14:textId="77777777" w:rsidR="001A76C9" w:rsidRPr="00372131" w:rsidRDefault="005570C4" w:rsidP="007771E3">
            <w:r>
              <w:t>Product Transparency and Sustainability</w:t>
            </w:r>
          </w:p>
        </w:tc>
        <w:tc>
          <w:tcPr>
            <w:tcW w:w="2070" w:type="pct"/>
          </w:tcPr>
          <w:p w14:paraId="28E8D80D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07B521F3" w14:textId="77777777" w:rsidR="001A76C9" w:rsidRDefault="00F039EE" w:rsidP="0016143D">
            <w:pPr>
              <w:jc w:val="center"/>
            </w:pPr>
            <w:r>
              <w:t>1</w:t>
            </w:r>
            <w:r w:rsidR="0075199D">
              <w:t>9</w:t>
            </w:r>
          </w:p>
        </w:tc>
        <w:tc>
          <w:tcPr>
            <w:tcW w:w="647" w:type="pct"/>
            <w:vAlign w:val="center"/>
          </w:tcPr>
          <w:p w14:paraId="4AE415BC" w14:textId="77777777" w:rsidR="001A76C9" w:rsidRDefault="00F039EE" w:rsidP="0016143D">
            <w:pPr>
              <w:pStyle w:val="Bluetext"/>
              <w:jc w:val="center"/>
            </w:pPr>
            <w:r w:rsidRPr="00F039EE">
              <w:t>[#]</w:t>
            </w:r>
          </w:p>
        </w:tc>
      </w:tr>
    </w:tbl>
    <w:p w14:paraId="3DA28BC9" w14:textId="77777777" w:rsidR="0019112B" w:rsidRDefault="0019112B" w:rsidP="00543FCE">
      <w:bookmarkStart w:id="1" w:name="h.fwvpjw869anz"/>
      <w:bookmarkEnd w:id="1"/>
    </w:p>
    <w:p w14:paraId="1FD96F8B" w14:textId="77777777" w:rsidR="001E654A" w:rsidRPr="00FA0164" w:rsidRDefault="001E654A" w:rsidP="001E654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E654A" w:rsidRPr="00FA0164" w14:paraId="074DAC8B" w14:textId="77777777" w:rsidTr="008468C2">
        <w:tc>
          <w:tcPr>
            <w:tcW w:w="3994" w:type="pct"/>
            <w:vAlign w:val="center"/>
          </w:tcPr>
          <w:p w14:paraId="7398F2F2" w14:textId="4D08AB39" w:rsidR="001E654A" w:rsidRPr="00FA0164" w:rsidRDefault="001E654A" w:rsidP="008468C2">
            <w:r w:rsidRPr="00FA0164">
              <w:t xml:space="preserve">There are no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AD2ABE" w14:textId="77777777" w:rsidR="001E654A" w:rsidRPr="00FA0164" w:rsidRDefault="00000000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E654A" w:rsidRPr="00FA0164" w14:paraId="3757CBFE" w14:textId="77777777" w:rsidTr="008468C2">
        <w:tc>
          <w:tcPr>
            <w:tcW w:w="3994" w:type="pct"/>
            <w:vAlign w:val="center"/>
          </w:tcPr>
          <w:p w14:paraId="49E10B17" w14:textId="32ECBBA5" w:rsidR="001E654A" w:rsidRPr="00FA0164" w:rsidRDefault="001E654A" w:rsidP="008468C2">
            <w:r w:rsidRPr="00FA0164">
              <w:t xml:space="preserve">There are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 xml:space="preserve">uestions for this credit and all responses received from the </w:t>
            </w:r>
            <w:r w:rsidR="00BE2B91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59734CD7" w14:textId="77777777" w:rsidR="001E654A" w:rsidRPr="00FA0164" w:rsidRDefault="00000000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2F2A2D1" w14:textId="77777777" w:rsidR="001E654A" w:rsidRDefault="001E654A" w:rsidP="001E654A"/>
    <w:p w14:paraId="415CFE6C" w14:textId="77777777" w:rsidR="001E654A" w:rsidRPr="001E654A" w:rsidRDefault="001E654A" w:rsidP="001E654A"/>
    <w:p w14:paraId="27994E8D" w14:textId="14D34A8A" w:rsidR="00CC3B44" w:rsidRDefault="005570C4" w:rsidP="007771E3">
      <w:pPr>
        <w:pStyle w:val="Heading2"/>
      </w:pPr>
      <w:r>
        <w:t>product transparency and sustainability</w:t>
      </w:r>
    </w:p>
    <w:p w14:paraId="3F673E7B" w14:textId="77777777" w:rsidR="005570C4" w:rsidRPr="005570C4" w:rsidRDefault="00CC2078" w:rsidP="00C341B4">
      <w:pPr>
        <w:pStyle w:val="Criterion"/>
      </w:pPr>
      <w:r w:rsidRPr="00481C63">
        <w:t xml:space="preserve">Product </w:t>
      </w:r>
      <w:r>
        <w:t xml:space="preserve">Sustainability Value </w:t>
      </w:r>
      <w:r w:rsidRPr="00CC2078">
        <w:t>- SUMMARY Table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28C89EB4" w14:textId="77777777" w:rsidTr="008031B2">
        <w:tc>
          <w:tcPr>
            <w:tcW w:w="4621" w:type="dxa"/>
          </w:tcPr>
          <w:p w14:paraId="76D4C48E" w14:textId="77777777" w:rsidR="005570C4" w:rsidRDefault="005570C4" w:rsidP="006E5F7D">
            <w:r w:rsidRPr="00481C63">
              <w:t xml:space="preserve">Product </w:t>
            </w:r>
            <w:r w:rsidR="006E5F7D">
              <w:t>Sustainability Value (PSV)</w:t>
            </w:r>
            <w:r w:rsidRPr="00481C63">
              <w:t>:</w:t>
            </w:r>
          </w:p>
        </w:tc>
        <w:tc>
          <w:tcPr>
            <w:tcW w:w="4622" w:type="dxa"/>
          </w:tcPr>
          <w:p w14:paraId="5B856D8D" w14:textId="77777777" w:rsidR="005570C4" w:rsidRDefault="005570C4" w:rsidP="005570C4"/>
        </w:tc>
      </w:tr>
      <w:tr w:rsidR="005570C4" w14:paraId="73491CB4" w14:textId="77777777" w:rsidTr="008031B2">
        <w:tc>
          <w:tcPr>
            <w:tcW w:w="4621" w:type="dxa"/>
          </w:tcPr>
          <w:p w14:paraId="337D291F" w14:textId="77777777" w:rsidR="005570C4" w:rsidRDefault="005570C4" w:rsidP="0019112B">
            <w:r w:rsidRPr="00481C63">
              <w:t xml:space="preserve">Total </w:t>
            </w:r>
            <w:r w:rsidR="0019112B">
              <w:t>Materials Cost (TMC)</w:t>
            </w:r>
          </w:p>
        </w:tc>
        <w:tc>
          <w:tcPr>
            <w:tcW w:w="4622" w:type="dxa"/>
          </w:tcPr>
          <w:p w14:paraId="639F59E9" w14:textId="77777777" w:rsidR="005570C4" w:rsidRDefault="005570C4" w:rsidP="005570C4"/>
        </w:tc>
      </w:tr>
      <w:tr w:rsidR="005570C4" w14:paraId="118BF39D" w14:textId="77777777" w:rsidTr="008031B2">
        <w:tc>
          <w:tcPr>
            <w:tcW w:w="4621" w:type="dxa"/>
          </w:tcPr>
          <w:p w14:paraId="56DF1628" w14:textId="77777777" w:rsidR="005570C4" w:rsidRDefault="005570C4" w:rsidP="008031B2">
            <w:r w:rsidRPr="00481C63">
              <w:t xml:space="preserve">% </w:t>
            </w:r>
            <w:r w:rsidR="006E5F7D">
              <w:t>compliant= (PSVx100)/</w:t>
            </w:r>
            <w:r w:rsidR="0019112B">
              <w:t>TMC</w:t>
            </w:r>
            <w:r>
              <w:t xml:space="preserve">: </w:t>
            </w:r>
          </w:p>
        </w:tc>
        <w:tc>
          <w:tcPr>
            <w:tcW w:w="4622" w:type="dxa"/>
          </w:tcPr>
          <w:p w14:paraId="4761E49B" w14:textId="77777777" w:rsidR="005570C4" w:rsidRDefault="005570C4" w:rsidP="005570C4"/>
        </w:tc>
      </w:tr>
      <w:tr w:rsidR="005570C4" w14:paraId="1334635E" w14:textId="77777777" w:rsidTr="008031B2">
        <w:tc>
          <w:tcPr>
            <w:tcW w:w="4621" w:type="dxa"/>
          </w:tcPr>
          <w:p w14:paraId="410D97B1" w14:textId="77777777" w:rsidR="005570C4" w:rsidRDefault="005570C4" w:rsidP="005570C4">
            <w:r w:rsidRPr="00481C63">
              <w:t>Points Claimed:</w:t>
            </w:r>
          </w:p>
        </w:tc>
        <w:tc>
          <w:tcPr>
            <w:tcW w:w="4622" w:type="dxa"/>
          </w:tcPr>
          <w:p w14:paraId="418129FB" w14:textId="77777777" w:rsidR="005570C4" w:rsidRDefault="005570C4" w:rsidP="005570C4"/>
        </w:tc>
      </w:tr>
    </w:tbl>
    <w:p w14:paraId="248D1942" w14:textId="77777777" w:rsidR="00751264" w:rsidRDefault="00751264" w:rsidP="009D18CC"/>
    <w:p w14:paraId="5683FB90" w14:textId="77777777" w:rsidR="00751264" w:rsidRDefault="00751264" w:rsidP="009D18CC"/>
    <w:p w14:paraId="0F4FC4E0" w14:textId="540ECAB9" w:rsidR="009D18CC" w:rsidRDefault="009D18CC" w:rsidP="009D18CC">
      <w:r>
        <w:t>Provide a summary of the products that have been specified that meet the aims of the credit.</w:t>
      </w:r>
    </w:p>
    <w:p w14:paraId="02406B98" w14:textId="77777777" w:rsidR="00CC2078" w:rsidRPr="00CC2078" w:rsidRDefault="006F1D7F" w:rsidP="00C341B4">
      <w:pPr>
        <w:pStyle w:val="Criterion"/>
      </w:pPr>
      <w:r w:rsidRPr="00CC2078">
        <w:lastRenderedPageBreak/>
        <w:t xml:space="preserve">SUMMARY Table </w:t>
      </w:r>
      <w:r>
        <w:t>- Sustainable products</w:t>
      </w:r>
    </w:p>
    <w:tbl>
      <w:tblPr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83"/>
        <w:gridCol w:w="2724"/>
        <w:gridCol w:w="2239"/>
        <w:gridCol w:w="1161"/>
        <w:gridCol w:w="1161"/>
        <w:gridCol w:w="1159"/>
      </w:tblGrid>
      <w:tr w:rsidR="00F72806" w:rsidRPr="0075199D" w14:paraId="67FB12B5" w14:textId="5A8CAD31" w:rsidTr="00F72806">
        <w:tc>
          <w:tcPr>
            <w:tcW w:w="323" w:type="pct"/>
            <w:vAlign w:val="center"/>
          </w:tcPr>
          <w:p w14:paraId="7C6C4BC1" w14:textId="77777777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1509" w:type="pct"/>
            <w:vAlign w:val="center"/>
          </w:tcPr>
          <w:p w14:paraId="61A32B64" w14:textId="603AB51E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S</w:t>
            </w:r>
            <w:r w:rsidRPr="0075199D">
              <w:rPr>
                <w:rStyle w:val="StyleBold"/>
                <w:bCs w:val="0"/>
              </w:rPr>
              <w:t>ustainability Criteria</w:t>
            </w:r>
          </w:p>
        </w:tc>
        <w:tc>
          <w:tcPr>
            <w:tcW w:w="1240" w:type="pct"/>
            <w:vAlign w:val="center"/>
          </w:tcPr>
          <w:p w14:paraId="4BC48B0C" w14:textId="474317DD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D</w:t>
            </w:r>
            <w:r w:rsidRPr="0075199D">
              <w:rPr>
                <w:rStyle w:val="StyleBold"/>
                <w:bCs w:val="0"/>
              </w:rPr>
              <w:t>escription</w:t>
            </w:r>
          </w:p>
        </w:tc>
        <w:tc>
          <w:tcPr>
            <w:tcW w:w="643" w:type="pct"/>
            <w:vAlign w:val="center"/>
          </w:tcPr>
          <w:p w14:paraId="4E171E87" w14:textId="73F75C90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 xml:space="preserve">Product </w:t>
            </w:r>
            <w:r>
              <w:rPr>
                <w:rStyle w:val="StyleBold"/>
                <w:bCs w:val="0"/>
              </w:rPr>
              <w:t>V</w:t>
            </w:r>
            <w:r w:rsidRPr="0075199D">
              <w:rPr>
                <w:rStyle w:val="StyleBold"/>
                <w:bCs w:val="0"/>
              </w:rPr>
              <w:t>alue</w:t>
            </w:r>
          </w:p>
        </w:tc>
        <w:tc>
          <w:tcPr>
            <w:tcW w:w="643" w:type="pct"/>
          </w:tcPr>
          <w:p w14:paraId="1F58497B" w14:textId="3D0580DD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Labour cost included </w:t>
            </w:r>
          </w:p>
        </w:tc>
        <w:tc>
          <w:tcPr>
            <w:tcW w:w="642" w:type="pct"/>
          </w:tcPr>
          <w:p w14:paraId="61DD1CFF" w14:textId="172D63E5" w:rsidR="00F72806" w:rsidRPr="0075199D" w:rsidRDefault="00F72806" w:rsidP="00F72806">
            <w:pPr>
              <w:jc w:val="center"/>
              <w:rPr>
                <w:rStyle w:val="StyleBold"/>
                <w:bCs w:val="0"/>
              </w:rPr>
            </w:pPr>
            <w:r>
              <w:rPr>
                <w:rStyle w:val="StyleBold"/>
                <w:bCs w:val="0"/>
              </w:rPr>
              <w:t xml:space="preserve">Transport cost included </w:t>
            </w:r>
          </w:p>
        </w:tc>
      </w:tr>
      <w:tr w:rsidR="00F72806" w:rsidRPr="00CC2078" w14:paraId="47974C8E" w14:textId="0D0352A2" w:rsidTr="00F72806">
        <w:tc>
          <w:tcPr>
            <w:tcW w:w="323" w:type="pct"/>
            <w:vAlign w:val="center"/>
          </w:tcPr>
          <w:p w14:paraId="260998A6" w14:textId="73A6F400" w:rsidR="00F72806" w:rsidRPr="0075199D" w:rsidRDefault="00F72806" w:rsidP="00F72806">
            <w:r w:rsidRPr="0075199D">
              <w:t>21A</w:t>
            </w:r>
          </w:p>
        </w:tc>
        <w:tc>
          <w:tcPr>
            <w:tcW w:w="1509" w:type="pct"/>
            <w:vAlign w:val="center"/>
          </w:tcPr>
          <w:p w14:paraId="5931EB8C" w14:textId="66EB8F38" w:rsidR="00F72806" w:rsidRPr="0075199D" w:rsidRDefault="00F72806" w:rsidP="00F72806">
            <w:r w:rsidRPr="0075199D">
              <w:t>Reused product</w:t>
            </w:r>
          </w:p>
        </w:tc>
        <w:tc>
          <w:tcPr>
            <w:tcW w:w="1240" w:type="pct"/>
            <w:vAlign w:val="center"/>
          </w:tcPr>
          <w:p w14:paraId="6B26527E" w14:textId="77777777" w:rsidR="00F72806" w:rsidRPr="0075199D" w:rsidRDefault="00F72806" w:rsidP="00F72806"/>
        </w:tc>
        <w:tc>
          <w:tcPr>
            <w:tcW w:w="643" w:type="pct"/>
            <w:vAlign w:val="center"/>
          </w:tcPr>
          <w:p w14:paraId="3837968C" w14:textId="77777777" w:rsidR="00F72806" w:rsidRPr="0075199D" w:rsidRDefault="00F72806" w:rsidP="00F72806"/>
        </w:tc>
        <w:tc>
          <w:tcPr>
            <w:tcW w:w="643" w:type="pct"/>
          </w:tcPr>
          <w:p w14:paraId="05180EC3" w14:textId="435E1837" w:rsidR="00F72806" w:rsidRPr="0075199D" w:rsidRDefault="00F72806" w:rsidP="00F72806">
            <w:r>
              <w:rPr>
                <w:color w:val="8064A2" w:themeColor="accent4"/>
              </w:rPr>
              <w:t>[Y/N]</w:t>
            </w:r>
          </w:p>
        </w:tc>
        <w:tc>
          <w:tcPr>
            <w:tcW w:w="642" w:type="pct"/>
          </w:tcPr>
          <w:p w14:paraId="5385D7BC" w14:textId="0BD3CF86" w:rsidR="00F72806" w:rsidRPr="0075199D" w:rsidRDefault="00F72806" w:rsidP="00F72806">
            <w:r>
              <w:rPr>
                <w:color w:val="8064A2" w:themeColor="accent4"/>
              </w:rPr>
              <w:t>[Y/N]</w:t>
            </w:r>
          </w:p>
        </w:tc>
      </w:tr>
      <w:tr w:rsidR="003C5A26" w:rsidRPr="00CC2078" w14:paraId="3D178A77" w14:textId="109CD5C3" w:rsidTr="00F72806">
        <w:tc>
          <w:tcPr>
            <w:tcW w:w="323" w:type="pct"/>
            <w:vAlign w:val="center"/>
          </w:tcPr>
          <w:p w14:paraId="1260B94F" w14:textId="75E254D8" w:rsidR="003C5A26" w:rsidRPr="0075199D" w:rsidRDefault="003C5A26" w:rsidP="00582662">
            <w:r w:rsidRPr="0075199D">
              <w:t>21B</w:t>
            </w:r>
          </w:p>
        </w:tc>
        <w:tc>
          <w:tcPr>
            <w:tcW w:w="1509" w:type="pct"/>
            <w:vAlign w:val="center"/>
          </w:tcPr>
          <w:p w14:paraId="23B1B762" w14:textId="06DDEC31" w:rsidR="003C5A26" w:rsidRPr="0075199D" w:rsidRDefault="003C5A26" w:rsidP="00582662">
            <w:r w:rsidRPr="0075199D">
              <w:t>Recycled content product</w:t>
            </w:r>
          </w:p>
        </w:tc>
        <w:tc>
          <w:tcPr>
            <w:tcW w:w="1240" w:type="pct"/>
            <w:vAlign w:val="center"/>
          </w:tcPr>
          <w:p w14:paraId="73D50077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4D7FDB94" w14:textId="77777777" w:rsidR="003C5A26" w:rsidRPr="0075199D" w:rsidRDefault="003C5A26" w:rsidP="00582662"/>
        </w:tc>
        <w:tc>
          <w:tcPr>
            <w:tcW w:w="643" w:type="pct"/>
          </w:tcPr>
          <w:p w14:paraId="755DF2C6" w14:textId="77777777" w:rsidR="003C5A26" w:rsidRPr="0075199D" w:rsidRDefault="003C5A26" w:rsidP="00582662"/>
        </w:tc>
        <w:tc>
          <w:tcPr>
            <w:tcW w:w="642" w:type="pct"/>
          </w:tcPr>
          <w:p w14:paraId="6BC147D8" w14:textId="77777777" w:rsidR="003C5A26" w:rsidRPr="0075199D" w:rsidRDefault="003C5A26" w:rsidP="00582662"/>
        </w:tc>
      </w:tr>
      <w:tr w:rsidR="003C5A26" w:rsidRPr="00CC2078" w14:paraId="266FDFA9" w14:textId="0A5E0754" w:rsidTr="00F72806">
        <w:tc>
          <w:tcPr>
            <w:tcW w:w="323" w:type="pct"/>
            <w:vAlign w:val="center"/>
          </w:tcPr>
          <w:p w14:paraId="4B27DEEE" w14:textId="0ABAC1E3" w:rsidR="003C5A26" w:rsidRPr="0075199D" w:rsidRDefault="003C5A26" w:rsidP="00582662">
            <w:r w:rsidRPr="0075199D">
              <w:t>21C</w:t>
            </w:r>
          </w:p>
        </w:tc>
        <w:tc>
          <w:tcPr>
            <w:tcW w:w="1509" w:type="pct"/>
            <w:vAlign w:val="center"/>
          </w:tcPr>
          <w:p w14:paraId="53A03949" w14:textId="39ACC9C7" w:rsidR="003C5A26" w:rsidRPr="0075199D" w:rsidRDefault="003C5A26" w:rsidP="00582662">
            <w:r w:rsidRPr="0075199D">
              <w:t>Environmental product declarations</w:t>
            </w:r>
          </w:p>
        </w:tc>
        <w:tc>
          <w:tcPr>
            <w:tcW w:w="1240" w:type="pct"/>
            <w:vAlign w:val="center"/>
          </w:tcPr>
          <w:p w14:paraId="44C283C8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75465676" w14:textId="77777777" w:rsidR="003C5A26" w:rsidRPr="0075199D" w:rsidRDefault="003C5A26" w:rsidP="00582662"/>
        </w:tc>
        <w:tc>
          <w:tcPr>
            <w:tcW w:w="643" w:type="pct"/>
          </w:tcPr>
          <w:p w14:paraId="4D556EE4" w14:textId="77777777" w:rsidR="003C5A26" w:rsidRPr="0075199D" w:rsidRDefault="003C5A26" w:rsidP="00582662"/>
        </w:tc>
        <w:tc>
          <w:tcPr>
            <w:tcW w:w="642" w:type="pct"/>
          </w:tcPr>
          <w:p w14:paraId="544BE4BA" w14:textId="77777777" w:rsidR="003C5A26" w:rsidRPr="0075199D" w:rsidRDefault="003C5A26" w:rsidP="00582662"/>
        </w:tc>
      </w:tr>
      <w:tr w:rsidR="003C5A26" w:rsidRPr="00CC2078" w14:paraId="39CEDE6B" w14:textId="64029F37" w:rsidTr="00F72806">
        <w:tc>
          <w:tcPr>
            <w:tcW w:w="323" w:type="pct"/>
            <w:vAlign w:val="center"/>
          </w:tcPr>
          <w:p w14:paraId="2CE4145D" w14:textId="34C5A67E" w:rsidR="003C5A26" w:rsidRPr="0075199D" w:rsidRDefault="003C5A26" w:rsidP="00582662">
            <w:r w:rsidRPr="0075199D">
              <w:t>21D</w:t>
            </w:r>
          </w:p>
        </w:tc>
        <w:tc>
          <w:tcPr>
            <w:tcW w:w="1509" w:type="pct"/>
            <w:vAlign w:val="center"/>
          </w:tcPr>
          <w:p w14:paraId="44EDEF94" w14:textId="1D910964" w:rsidR="003C5A26" w:rsidRPr="0075199D" w:rsidRDefault="003C5A26" w:rsidP="00582662">
            <w:r w:rsidRPr="0075199D">
              <w:t>Third party certification</w:t>
            </w:r>
          </w:p>
        </w:tc>
        <w:tc>
          <w:tcPr>
            <w:tcW w:w="1240" w:type="pct"/>
            <w:vAlign w:val="center"/>
          </w:tcPr>
          <w:p w14:paraId="770CD8A7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42E08158" w14:textId="77777777" w:rsidR="003C5A26" w:rsidRPr="0075199D" w:rsidRDefault="003C5A26" w:rsidP="00582662"/>
        </w:tc>
        <w:tc>
          <w:tcPr>
            <w:tcW w:w="643" w:type="pct"/>
          </w:tcPr>
          <w:p w14:paraId="638FCB93" w14:textId="77777777" w:rsidR="003C5A26" w:rsidRPr="0075199D" w:rsidRDefault="003C5A26" w:rsidP="00582662"/>
        </w:tc>
        <w:tc>
          <w:tcPr>
            <w:tcW w:w="642" w:type="pct"/>
          </w:tcPr>
          <w:p w14:paraId="53A2EF6D" w14:textId="77777777" w:rsidR="003C5A26" w:rsidRPr="0075199D" w:rsidRDefault="003C5A26" w:rsidP="00582662"/>
        </w:tc>
      </w:tr>
      <w:tr w:rsidR="003C5A26" w:rsidRPr="00CC2078" w14:paraId="165C611F" w14:textId="715FB976" w:rsidTr="00F72806">
        <w:tc>
          <w:tcPr>
            <w:tcW w:w="323" w:type="pct"/>
            <w:vAlign w:val="center"/>
          </w:tcPr>
          <w:p w14:paraId="5037735B" w14:textId="6021FE18" w:rsidR="003C5A26" w:rsidRPr="0075199D" w:rsidRDefault="003C5A26" w:rsidP="00582662">
            <w:r w:rsidRPr="0075199D">
              <w:t>21E</w:t>
            </w:r>
          </w:p>
        </w:tc>
        <w:tc>
          <w:tcPr>
            <w:tcW w:w="1509" w:type="pct"/>
            <w:vAlign w:val="center"/>
          </w:tcPr>
          <w:p w14:paraId="7A5144A5" w14:textId="131DC479" w:rsidR="003C5A26" w:rsidRPr="0075199D" w:rsidRDefault="003C5A26" w:rsidP="00582662">
            <w:r w:rsidRPr="0075199D">
              <w:t>Stewardship programs</w:t>
            </w:r>
          </w:p>
        </w:tc>
        <w:tc>
          <w:tcPr>
            <w:tcW w:w="1240" w:type="pct"/>
            <w:vAlign w:val="center"/>
          </w:tcPr>
          <w:p w14:paraId="1AC35EF0" w14:textId="77777777" w:rsidR="003C5A26" w:rsidRPr="0075199D" w:rsidRDefault="003C5A26" w:rsidP="00582662"/>
        </w:tc>
        <w:tc>
          <w:tcPr>
            <w:tcW w:w="643" w:type="pct"/>
            <w:vAlign w:val="center"/>
          </w:tcPr>
          <w:p w14:paraId="541DCD5E" w14:textId="77777777" w:rsidR="003C5A26" w:rsidRPr="0075199D" w:rsidRDefault="003C5A26" w:rsidP="00582662"/>
        </w:tc>
        <w:tc>
          <w:tcPr>
            <w:tcW w:w="643" w:type="pct"/>
          </w:tcPr>
          <w:p w14:paraId="15124A96" w14:textId="77777777" w:rsidR="003C5A26" w:rsidRPr="0075199D" w:rsidRDefault="003C5A26" w:rsidP="00582662"/>
        </w:tc>
        <w:tc>
          <w:tcPr>
            <w:tcW w:w="642" w:type="pct"/>
          </w:tcPr>
          <w:p w14:paraId="005ACC9F" w14:textId="77777777" w:rsidR="003C5A26" w:rsidRPr="0075199D" w:rsidRDefault="003C5A26" w:rsidP="00582662"/>
        </w:tc>
      </w:tr>
    </w:tbl>
    <w:p w14:paraId="40DFAB07" w14:textId="77777777" w:rsidR="00751264" w:rsidRDefault="00751264" w:rsidP="00190B7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8C75600" w14:textId="2A8B6648" w:rsidR="00190B78" w:rsidRPr="00F44703" w:rsidRDefault="00190B78" w:rsidP="00190B7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B78" w14:paraId="5507820D" w14:textId="77777777" w:rsidTr="009A5E19">
        <w:tc>
          <w:tcPr>
            <w:tcW w:w="6912" w:type="dxa"/>
            <w:shd w:val="clear" w:color="auto" w:fill="FFE69D"/>
          </w:tcPr>
          <w:p w14:paraId="023B0B41" w14:textId="77777777" w:rsidR="00190B78" w:rsidRPr="00F44703" w:rsidRDefault="00190B78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2B7A81" w14:textId="77777777" w:rsidR="00190B78" w:rsidRPr="00F44703" w:rsidRDefault="00190B78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B78" w14:paraId="5A09FF33" w14:textId="77777777" w:rsidTr="009A5E19">
        <w:tc>
          <w:tcPr>
            <w:tcW w:w="6912" w:type="dxa"/>
          </w:tcPr>
          <w:p w14:paraId="1C151FBD" w14:textId="77777777" w:rsidR="00190B78" w:rsidRDefault="00190B78" w:rsidP="009A5E19">
            <w:pPr>
              <w:pStyle w:val="Bluetext"/>
              <w:rPr>
                <w:szCs w:val="20"/>
              </w:rPr>
            </w:pPr>
            <w:r>
              <w:t>Sustainable Products Calculator</w:t>
            </w:r>
          </w:p>
        </w:tc>
        <w:tc>
          <w:tcPr>
            <w:tcW w:w="2331" w:type="dxa"/>
          </w:tcPr>
          <w:p w14:paraId="716F6887" w14:textId="77777777" w:rsidR="00190B78" w:rsidRDefault="00190B78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B78" w14:paraId="480302C6" w14:textId="77777777" w:rsidTr="009A5E19">
        <w:tc>
          <w:tcPr>
            <w:tcW w:w="6912" w:type="dxa"/>
          </w:tcPr>
          <w:p w14:paraId="4C90209E" w14:textId="77777777" w:rsidR="00190B78" w:rsidRPr="001A76C9" w:rsidRDefault="00190B78" w:rsidP="009A5E19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040261D" w14:textId="77777777" w:rsidR="00190B78" w:rsidRPr="001A76C9" w:rsidRDefault="00190B78" w:rsidP="009A5E19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68E3069" w14:textId="023EF490" w:rsidR="00190B78" w:rsidRDefault="00190B78" w:rsidP="00190B7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7E3F4C1" w14:textId="77777777" w:rsidR="00C5365B" w:rsidRDefault="00C5365B" w:rsidP="00C5365B">
      <w:pPr>
        <w:pStyle w:val="Heading2"/>
      </w:pPr>
      <w:r w:rsidRPr="001C55B2">
        <w:t>DISCUSSION</w:t>
      </w:r>
    </w:p>
    <w:p w14:paraId="4F3143F7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654A">
        <w:rPr>
          <w:rFonts w:cstheme="minorHAnsi"/>
          <w:color w:val="auto"/>
        </w:rPr>
        <w:t xml:space="preserve">Certified Assessor(s). </w:t>
      </w:r>
    </w:p>
    <w:p w14:paraId="300928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A722A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41690" w14:textId="77777777" w:rsidR="00F74C76" w:rsidRDefault="00F74C76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272D3" w14:textId="77777777" w:rsidR="0016143D" w:rsidRDefault="0016143D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3BBA55" w14:textId="77777777" w:rsidR="00C5365B" w:rsidRPr="001C55B2" w:rsidRDefault="00C5365B" w:rsidP="00C5365B">
      <w:pPr>
        <w:pStyle w:val="Heading2"/>
      </w:pPr>
      <w:r w:rsidRPr="001C55B2">
        <w:t>DECLARATION</w:t>
      </w:r>
    </w:p>
    <w:p w14:paraId="476812C4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A4B268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F5D2B62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455FBCA" w14:textId="77777777" w:rsidR="00F74C76" w:rsidRDefault="00F74C76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1A915CC" w14:textId="77777777" w:rsidR="0016143D" w:rsidRDefault="0016143D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EB633C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2EEC9509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1E41FA" w14:textId="77777777" w:rsidR="00644150" w:rsidRDefault="006E5F7D" w:rsidP="00C341B4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E797" w14:textId="77777777" w:rsidR="004718BC" w:rsidRDefault="004718BC" w:rsidP="009A05DF">
      <w:pPr>
        <w:spacing w:before="0" w:after="0" w:line="240" w:lineRule="auto"/>
      </w:pPr>
      <w:r>
        <w:separator/>
      </w:r>
    </w:p>
  </w:endnote>
  <w:endnote w:type="continuationSeparator" w:id="0">
    <w:p w14:paraId="4EF2B118" w14:textId="77777777" w:rsidR="004718BC" w:rsidRDefault="004718BC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A87C" w14:textId="3A30E0D2" w:rsidR="003D7DC6" w:rsidRDefault="00982ADA">
    <w:pPr>
      <w:pStyle w:val="Footer"/>
    </w:pPr>
    <w:r>
      <w:rPr>
        <w:noProof/>
      </w:rPr>
      <w:drawing>
        <wp:inline distT="0" distB="0" distL="0" distR="0" wp14:anchorId="002DB5CE" wp14:editId="74A44752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203F" w14:textId="77777777" w:rsidR="004718BC" w:rsidRDefault="004718BC" w:rsidP="009A05DF">
      <w:pPr>
        <w:spacing w:before="0" w:after="0" w:line="240" w:lineRule="auto"/>
      </w:pPr>
      <w:r>
        <w:separator/>
      </w:r>
    </w:p>
  </w:footnote>
  <w:footnote w:type="continuationSeparator" w:id="0">
    <w:p w14:paraId="523F169F" w14:textId="77777777" w:rsidR="004718BC" w:rsidRDefault="004718BC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2556" w14:textId="4F224F76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039EE">
      <w:rPr>
        <w:sz w:val="16"/>
        <w:szCs w:val="16"/>
        <w:lang w:val="en-US"/>
      </w:rPr>
      <w:t>Interiors</w:t>
    </w:r>
    <w:r w:rsidR="00E940D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>v1</w:t>
    </w:r>
    <w:r w:rsidR="00944174">
      <w:rPr>
        <w:sz w:val="16"/>
        <w:szCs w:val="16"/>
        <w:lang w:val="en-US"/>
      </w:rPr>
      <w:t>.</w:t>
    </w:r>
    <w:r w:rsidR="00E859A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C91514">
      <w:rPr>
        <w:sz w:val="16"/>
        <w:szCs w:val="16"/>
        <w:lang w:val="en-US"/>
      </w:rPr>
      <w:t xml:space="preserve">Template </w:t>
    </w:r>
    <w:r w:rsidR="00E940D4">
      <w:rPr>
        <w:sz w:val="16"/>
        <w:szCs w:val="16"/>
        <w:lang w:val="en-US"/>
      </w:rPr>
      <w:t>NZ</w:t>
    </w:r>
    <w:r w:rsidR="001E654A">
      <w:rPr>
        <w:sz w:val="16"/>
        <w:szCs w:val="16"/>
        <w:lang w:val="en-US"/>
      </w:rPr>
      <w:t>v1.</w:t>
    </w:r>
    <w:r w:rsidR="00E859A7">
      <w:rPr>
        <w:sz w:val="16"/>
        <w:szCs w:val="16"/>
        <w:lang w:val="en-US"/>
      </w:rPr>
      <w:t>1</w:t>
    </w:r>
  </w:p>
  <w:p w14:paraId="69524AC7" w14:textId="77777777" w:rsidR="00F3254E" w:rsidRDefault="00F325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E65A26"/>
    <w:multiLevelType w:val="multilevel"/>
    <w:tmpl w:val="00000001"/>
    <w:numStyleLink w:val="Bullets"/>
  </w:abstractNum>
  <w:abstractNum w:abstractNumId="33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951201">
    <w:abstractNumId w:val="10"/>
  </w:num>
  <w:num w:numId="2" w16cid:durableId="1811746548">
    <w:abstractNumId w:val="11"/>
  </w:num>
  <w:num w:numId="3" w16cid:durableId="1329361506">
    <w:abstractNumId w:val="12"/>
  </w:num>
  <w:num w:numId="4" w16cid:durableId="1956715596">
    <w:abstractNumId w:val="13"/>
  </w:num>
  <w:num w:numId="5" w16cid:durableId="1124930100">
    <w:abstractNumId w:val="14"/>
  </w:num>
  <w:num w:numId="6" w16cid:durableId="1129855467">
    <w:abstractNumId w:val="16"/>
  </w:num>
  <w:num w:numId="7" w16cid:durableId="799760258">
    <w:abstractNumId w:val="27"/>
  </w:num>
  <w:num w:numId="8" w16cid:durableId="1923298326">
    <w:abstractNumId w:val="26"/>
  </w:num>
  <w:num w:numId="9" w16cid:durableId="1041704816">
    <w:abstractNumId w:val="37"/>
  </w:num>
  <w:num w:numId="10" w16cid:durableId="1791821165">
    <w:abstractNumId w:val="34"/>
  </w:num>
  <w:num w:numId="11" w16cid:durableId="1237786180">
    <w:abstractNumId w:val="32"/>
  </w:num>
  <w:num w:numId="12" w16cid:durableId="2068263413">
    <w:abstractNumId w:val="21"/>
  </w:num>
  <w:num w:numId="13" w16cid:durableId="1085152397">
    <w:abstractNumId w:val="18"/>
  </w:num>
  <w:num w:numId="14" w16cid:durableId="259526305">
    <w:abstractNumId w:val="20"/>
  </w:num>
  <w:num w:numId="15" w16cid:durableId="502356066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45719348">
    <w:abstractNumId w:val="9"/>
  </w:num>
  <w:num w:numId="17" w16cid:durableId="1692996565">
    <w:abstractNumId w:val="7"/>
  </w:num>
  <w:num w:numId="18" w16cid:durableId="495612177">
    <w:abstractNumId w:val="6"/>
  </w:num>
  <w:num w:numId="19" w16cid:durableId="943612754">
    <w:abstractNumId w:val="5"/>
  </w:num>
  <w:num w:numId="20" w16cid:durableId="1035076566">
    <w:abstractNumId w:val="4"/>
  </w:num>
  <w:num w:numId="21" w16cid:durableId="144444522">
    <w:abstractNumId w:val="8"/>
  </w:num>
  <w:num w:numId="22" w16cid:durableId="1668053387">
    <w:abstractNumId w:val="3"/>
  </w:num>
  <w:num w:numId="23" w16cid:durableId="464277381">
    <w:abstractNumId w:val="2"/>
  </w:num>
  <w:num w:numId="24" w16cid:durableId="909274437">
    <w:abstractNumId w:val="1"/>
  </w:num>
  <w:num w:numId="25" w16cid:durableId="1362171203">
    <w:abstractNumId w:val="0"/>
  </w:num>
  <w:num w:numId="26" w16cid:durableId="504975855">
    <w:abstractNumId w:val="39"/>
  </w:num>
  <w:num w:numId="27" w16cid:durableId="1142041724">
    <w:abstractNumId w:val="29"/>
  </w:num>
  <w:num w:numId="28" w16cid:durableId="407844107">
    <w:abstractNumId w:val="22"/>
  </w:num>
  <w:num w:numId="29" w16cid:durableId="1821918451">
    <w:abstractNumId w:val="33"/>
  </w:num>
  <w:num w:numId="30" w16cid:durableId="201144221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908761587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306937309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15715048">
    <w:abstractNumId w:val="38"/>
  </w:num>
  <w:num w:numId="34" w16cid:durableId="226772003">
    <w:abstractNumId w:val="40"/>
  </w:num>
  <w:num w:numId="35" w16cid:durableId="1842967477">
    <w:abstractNumId w:val="35"/>
  </w:num>
  <w:num w:numId="36" w16cid:durableId="465050260">
    <w:abstractNumId w:val="17"/>
  </w:num>
  <w:num w:numId="37" w16cid:durableId="1718504082">
    <w:abstractNumId w:val="31"/>
  </w:num>
  <w:num w:numId="38" w16cid:durableId="1442451142">
    <w:abstractNumId w:val="25"/>
  </w:num>
  <w:num w:numId="39" w16cid:durableId="365639175">
    <w:abstractNumId w:val="24"/>
  </w:num>
  <w:num w:numId="40" w16cid:durableId="2129855748">
    <w:abstractNumId w:val="30"/>
  </w:num>
  <w:num w:numId="41" w16cid:durableId="114840396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322217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12385498">
    <w:abstractNumId w:val="36"/>
  </w:num>
  <w:num w:numId="44" w16cid:durableId="1868443490">
    <w:abstractNumId w:val="36"/>
    <w:lvlOverride w:ilvl="0">
      <w:startOverride w:val="1"/>
    </w:lvlOverride>
  </w:num>
  <w:num w:numId="45" w16cid:durableId="1538932177">
    <w:abstractNumId w:val="36"/>
    <w:lvlOverride w:ilvl="0">
      <w:startOverride w:val="1"/>
    </w:lvlOverride>
  </w:num>
  <w:num w:numId="46" w16cid:durableId="234901525">
    <w:abstractNumId w:val="28"/>
  </w:num>
  <w:num w:numId="47" w16cid:durableId="9858656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ST+dV9mH7hYuYyzNgMPRnjBBbJWXqF4uTcpUohNXonKp1dyw5Loyn3BWnz5F7Vg7SHfwI/d0KyhAJA7RbACQvg==" w:salt="02Xh6B01Dey0EozVWCM5y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I2MDY1MjMxMjZS0lEKTi0uzszPAykwrAUAB4Q+SSwAAAA="/>
  </w:docVars>
  <w:rsids>
    <w:rsidRoot w:val="00FF4A3B"/>
    <w:rsid w:val="000146D4"/>
    <w:rsid w:val="00015B85"/>
    <w:rsid w:val="00017B56"/>
    <w:rsid w:val="0002622D"/>
    <w:rsid w:val="00041305"/>
    <w:rsid w:val="000414A1"/>
    <w:rsid w:val="000E1601"/>
    <w:rsid w:val="000E44C1"/>
    <w:rsid w:val="00145EF1"/>
    <w:rsid w:val="0015181E"/>
    <w:rsid w:val="00155FD6"/>
    <w:rsid w:val="0016143D"/>
    <w:rsid w:val="00166528"/>
    <w:rsid w:val="00170AC0"/>
    <w:rsid w:val="00190B78"/>
    <w:rsid w:val="0019112B"/>
    <w:rsid w:val="001A76C9"/>
    <w:rsid w:val="001B656A"/>
    <w:rsid w:val="001C087A"/>
    <w:rsid w:val="001C55B2"/>
    <w:rsid w:val="001E654A"/>
    <w:rsid w:val="0021493F"/>
    <w:rsid w:val="00235103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43B85"/>
    <w:rsid w:val="00370BAD"/>
    <w:rsid w:val="00372131"/>
    <w:rsid w:val="00385775"/>
    <w:rsid w:val="00386BF8"/>
    <w:rsid w:val="003B4462"/>
    <w:rsid w:val="003C2840"/>
    <w:rsid w:val="003C5A26"/>
    <w:rsid w:val="003D7DC6"/>
    <w:rsid w:val="003D7EE6"/>
    <w:rsid w:val="00415DAA"/>
    <w:rsid w:val="00421258"/>
    <w:rsid w:val="00441FDE"/>
    <w:rsid w:val="00461F2D"/>
    <w:rsid w:val="004718BC"/>
    <w:rsid w:val="004770A9"/>
    <w:rsid w:val="004B45D2"/>
    <w:rsid w:val="004C45DD"/>
    <w:rsid w:val="004C50E3"/>
    <w:rsid w:val="004D0A28"/>
    <w:rsid w:val="004F2472"/>
    <w:rsid w:val="005205F4"/>
    <w:rsid w:val="00543FCE"/>
    <w:rsid w:val="005570C4"/>
    <w:rsid w:val="00577D2A"/>
    <w:rsid w:val="00582662"/>
    <w:rsid w:val="005959BE"/>
    <w:rsid w:val="005C2F1A"/>
    <w:rsid w:val="005C34D2"/>
    <w:rsid w:val="005C692B"/>
    <w:rsid w:val="005E267B"/>
    <w:rsid w:val="00644150"/>
    <w:rsid w:val="006709C3"/>
    <w:rsid w:val="00680341"/>
    <w:rsid w:val="00696088"/>
    <w:rsid w:val="006B3D65"/>
    <w:rsid w:val="006B6118"/>
    <w:rsid w:val="006C09EF"/>
    <w:rsid w:val="006C7E1C"/>
    <w:rsid w:val="006D27D3"/>
    <w:rsid w:val="006D3C47"/>
    <w:rsid w:val="006E5F7D"/>
    <w:rsid w:val="006F1D7F"/>
    <w:rsid w:val="00751264"/>
    <w:rsid w:val="0075170B"/>
    <w:rsid w:val="0075199D"/>
    <w:rsid w:val="007537EB"/>
    <w:rsid w:val="007771E3"/>
    <w:rsid w:val="007772D5"/>
    <w:rsid w:val="007E6C71"/>
    <w:rsid w:val="008031B2"/>
    <w:rsid w:val="00830329"/>
    <w:rsid w:val="00833D8E"/>
    <w:rsid w:val="00841903"/>
    <w:rsid w:val="0086343F"/>
    <w:rsid w:val="0089672F"/>
    <w:rsid w:val="008D2570"/>
    <w:rsid w:val="008E2EB8"/>
    <w:rsid w:val="008E5511"/>
    <w:rsid w:val="009173CC"/>
    <w:rsid w:val="009413A6"/>
    <w:rsid w:val="00941D1F"/>
    <w:rsid w:val="00944174"/>
    <w:rsid w:val="00950859"/>
    <w:rsid w:val="00954A43"/>
    <w:rsid w:val="00955DBE"/>
    <w:rsid w:val="00963A81"/>
    <w:rsid w:val="00982ADA"/>
    <w:rsid w:val="009A05DF"/>
    <w:rsid w:val="009A13BF"/>
    <w:rsid w:val="009D18CC"/>
    <w:rsid w:val="009E45D5"/>
    <w:rsid w:val="00A14DE0"/>
    <w:rsid w:val="00A207CE"/>
    <w:rsid w:val="00A45B94"/>
    <w:rsid w:val="00A51370"/>
    <w:rsid w:val="00A77B3E"/>
    <w:rsid w:val="00AA2E9F"/>
    <w:rsid w:val="00AD7849"/>
    <w:rsid w:val="00AE263D"/>
    <w:rsid w:val="00AF437B"/>
    <w:rsid w:val="00B04026"/>
    <w:rsid w:val="00B16241"/>
    <w:rsid w:val="00B164C0"/>
    <w:rsid w:val="00B43004"/>
    <w:rsid w:val="00B66F20"/>
    <w:rsid w:val="00BC1D56"/>
    <w:rsid w:val="00BC4113"/>
    <w:rsid w:val="00BE2B91"/>
    <w:rsid w:val="00C172F4"/>
    <w:rsid w:val="00C341B4"/>
    <w:rsid w:val="00C51AFD"/>
    <w:rsid w:val="00C5365B"/>
    <w:rsid w:val="00C564DC"/>
    <w:rsid w:val="00C621B9"/>
    <w:rsid w:val="00C67570"/>
    <w:rsid w:val="00C91514"/>
    <w:rsid w:val="00CA175C"/>
    <w:rsid w:val="00CA52D1"/>
    <w:rsid w:val="00CC20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E30E0"/>
    <w:rsid w:val="00DF0E45"/>
    <w:rsid w:val="00E048B1"/>
    <w:rsid w:val="00E15F6B"/>
    <w:rsid w:val="00E25850"/>
    <w:rsid w:val="00E45DAF"/>
    <w:rsid w:val="00E52F47"/>
    <w:rsid w:val="00E63EF6"/>
    <w:rsid w:val="00E859A7"/>
    <w:rsid w:val="00E940D4"/>
    <w:rsid w:val="00EC4E1C"/>
    <w:rsid w:val="00EE0752"/>
    <w:rsid w:val="00F039EE"/>
    <w:rsid w:val="00F24ADA"/>
    <w:rsid w:val="00F3254E"/>
    <w:rsid w:val="00F4281C"/>
    <w:rsid w:val="00F43E46"/>
    <w:rsid w:val="00F72806"/>
    <w:rsid w:val="00F74C76"/>
    <w:rsid w:val="00F93D08"/>
    <w:rsid w:val="00FB2507"/>
    <w:rsid w:val="00FC67A4"/>
    <w:rsid w:val="00FF23B1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D16BDA"/>
  <w15:docId w15:val="{58D07544-DA86-43F0-A53F-9720032D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B45D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4B45D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B45D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031B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4B45D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B45D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B45D2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B45D2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B45D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B45D2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B45D2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B45D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B45D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B45D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B45D2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B45D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4B4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B45D2"/>
    <w:rPr>
      <w:i/>
    </w:rPr>
  </w:style>
  <w:style w:type="paragraph" w:styleId="List">
    <w:name w:val="List"/>
    <w:basedOn w:val="Normal"/>
    <w:rsid w:val="004B45D2"/>
    <w:pPr>
      <w:numPr>
        <w:numId w:val="26"/>
      </w:numPr>
    </w:pPr>
  </w:style>
  <w:style w:type="character" w:customStyle="1" w:styleId="StyleBold">
    <w:name w:val="Style Bold"/>
    <w:basedOn w:val="DefaultParagraphFont"/>
    <w:rsid w:val="004B45D2"/>
    <w:rPr>
      <w:b/>
      <w:bCs/>
    </w:rPr>
  </w:style>
  <w:style w:type="table" w:styleId="Table3Deffects1">
    <w:name w:val="Table 3D effects 1"/>
    <w:basedOn w:val="TableNormal"/>
    <w:locked/>
    <w:rsid w:val="004B45D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B45D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4B45D2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031B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4B45D2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4B45D2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577D854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581941-0726-40BD-AD0D-AFCCB54933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3467B0-03F0-4A9D-BAC3-BDA23268ED83}"/>
</file>

<file path=customXml/itemProps3.xml><?xml version="1.0" encoding="utf-8"?>
<ds:datastoreItem xmlns:ds="http://schemas.openxmlformats.org/officeDocument/2006/customXml" ds:itemID="{1F3C8333-E1F9-4ABF-9DF6-43B65D6A0B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3A490-B54E-4F12-A2B5-182B3D836C7C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577D8540</Template>
  <TotalTime>2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6</cp:revision>
  <cp:lastPrinted>1900-12-31T14:00:00Z</cp:lastPrinted>
  <dcterms:created xsi:type="dcterms:W3CDTF">2022-02-28T22:49:00Z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